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B4C" w:rsidRDefault="00EA7B4C">
      <w:pPr>
        <w:pStyle w:val="Nadpis1"/>
        <w:rPr>
          <w:rFonts w:ascii="Tahoma" w:hAnsi="Tahoma" w:cs="Tahoma"/>
          <w:sz w:val="24"/>
          <w:szCs w:val="24"/>
        </w:rPr>
      </w:pPr>
    </w:p>
    <w:p w:rsidR="00EA7B4C" w:rsidRDefault="00EA7B4C" w:rsidP="00EA7B4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EA7B4C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A7B4C" w:rsidRPr="00EA7B4C" w:rsidRDefault="00EA7B4C" w:rsidP="00EA7B4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</w:p>
    <w:p w:rsidR="00BF7E67" w:rsidRDefault="00B2354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32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5D4F54">
        <w:rPr>
          <w:rFonts w:ascii="Tahoma" w:hAnsi="Tahoma" w:cs="Tahoma"/>
          <w:sz w:val="24"/>
          <w:szCs w:val="24"/>
        </w:rPr>
        <w:t>6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BA099F">
        <w:rPr>
          <w:rFonts w:ascii="Tahoma" w:hAnsi="Tahoma" w:cs="Tahoma"/>
          <w:sz w:val="24"/>
          <w:szCs w:val="24"/>
        </w:rPr>
        <w:t>školství a 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5D5AB4">
        <w:rPr>
          <w:rFonts w:ascii="Tahoma" w:hAnsi="Tahoma" w:cs="Tahoma"/>
        </w:rPr>
        <w:t>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44CE8" w:rsidRDefault="00B2354B" w:rsidP="00744CE8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Žádost o změnu v povolení výjimky z počtu dětí ve třídách mateřské školy Strakonice, Lidická 625</w:t>
      </w:r>
    </w:p>
    <w:p w:rsidR="00D23A79" w:rsidRPr="00873D22" w:rsidRDefault="00D23A79" w:rsidP="00744CE8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odboru školství a cestovního ruchu za období prosinec 2020 – leden 2021</w:t>
      </w:r>
    </w:p>
    <w:p w:rsidR="00053C5A" w:rsidRPr="00BA099F" w:rsidRDefault="00053C5A" w:rsidP="00BA099F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11999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B2354B">
        <w:rPr>
          <w:rFonts w:ascii="Tahoma" w:hAnsi="Tahoma" w:cs="Tahoma"/>
          <w:sz w:val="20"/>
          <w:szCs w:val="20"/>
        </w:rPr>
        <w:t>10</w:t>
      </w:r>
      <w:r w:rsidR="00953C96">
        <w:rPr>
          <w:rFonts w:ascii="Tahoma" w:hAnsi="Tahoma" w:cs="Tahoma"/>
          <w:sz w:val="20"/>
          <w:szCs w:val="20"/>
        </w:rPr>
        <w:t>.</w:t>
      </w:r>
      <w:r w:rsidR="00873D22">
        <w:rPr>
          <w:rFonts w:ascii="Tahoma" w:hAnsi="Tahoma" w:cs="Tahoma"/>
          <w:sz w:val="20"/>
          <w:szCs w:val="20"/>
        </w:rPr>
        <w:t>0</w:t>
      </w:r>
      <w:r w:rsidR="00B2354B">
        <w:rPr>
          <w:rFonts w:ascii="Tahoma" w:hAnsi="Tahoma" w:cs="Tahoma"/>
          <w:sz w:val="20"/>
          <w:szCs w:val="20"/>
        </w:rPr>
        <w:t>2</w:t>
      </w:r>
      <w:r w:rsidR="00953C96">
        <w:rPr>
          <w:rFonts w:ascii="Tahoma" w:hAnsi="Tahoma" w:cs="Tahoma"/>
          <w:sz w:val="20"/>
          <w:szCs w:val="20"/>
        </w:rPr>
        <w:t>.</w:t>
      </w:r>
      <w:r w:rsidR="00811999">
        <w:rPr>
          <w:rFonts w:ascii="Tahoma" w:hAnsi="Tahoma" w:cs="Tahoma"/>
          <w:sz w:val="20"/>
          <w:szCs w:val="20"/>
        </w:rPr>
        <w:t>202</w:t>
      </w:r>
      <w:r w:rsidR="00873D22">
        <w:rPr>
          <w:rFonts w:ascii="Tahoma" w:hAnsi="Tahoma" w:cs="Tahoma"/>
          <w:sz w:val="20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A099F" w:rsidRPr="005E0400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A099F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 školství a cestovního ruchu</w:t>
      </w:r>
    </w:p>
    <w:p w:rsidR="00873D22" w:rsidRDefault="00873D22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A7B4C" w:rsidRDefault="00EA7B4C">
      <w:pPr>
        <w:rPr>
          <w:rFonts w:ascii="Tahoma" w:hAnsi="Tahoma" w:cs="Tahoma"/>
          <w:b/>
          <w:bCs/>
          <w:highlight w:val="lightGray"/>
        </w:rPr>
      </w:pPr>
      <w:r>
        <w:rPr>
          <w:rFonts w:ascii="Tahoma" w:hAnsi="Tahoma" w:cs="Tahoma"/>
          <w:b/>
          <w:bCs/>
          <w:highlight w:val="lightGray"/>
        </w:rPr>
        <w:br w:type="page"/>
      </w:r>
    </w:p>
    <w:p w:rsidR="00B2354B" w:rsidRPr="00B2354B" w:rsidRDefault="00D23A79" w:rsidP="00EA7B4C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160" w:line="259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 w:rsidRPr="00B2354B">
        <w:rPr>
          <w:rFonts w:ascii="Tahoma" w:hAnsi="Tahoma" w:cs="Tahoma"/>
          <w:b/>
          <w:bCs/>
          <w:u w:val="single"/>
        </w:rPr>
        <w:lastRenderedPageBreak/>
        <w:t>Žádost</w:t>
      </w:r>
      <w:r w:rsidR="00B2354B" w:rsidRPr="00B2354B">
        <w:rPr>
          <w:rFonts w:ascii="Tahoma" w:hAnsi="Tahoma" w:cs="Tahoma"/>
          <w:b/>
          <w:bCs/>
          <w:u w:val="single"/>
        </w:rPr>
        <w:t xml:space="preserve"> o změnu v povolení výjimky z počtu dětí ve třídách mateřské školy v MŠ Strakonice, Lidická 625 </w:t>
      </w:r>
    </w:p>
    <w:p w:rsidR="00B2354B" w:rsidRPr="00B2354B" w:rsidRDefault="00B2354B" w:rsidP="00B2354B">
      <w:pPr>
        <w:jc w:val="both"/>
        <w:rPr>
          <w:rFonts w:ascii="Tahoma" w:hAnsi="Tahoma" w:cs="Tahoma"/>
          <w:sz w:val="20"/>
          <w:szCs w:val="20"/>
        </w:rPr>
      </w:pPr>
    </w:p>
    <w:p w:rsidR="00B2354B" w:rsidRPr="00B2354B" w:rsidRDefault="00B2354B" w:rsidP="00B2354B">
      <w:pPr>
        <w:rPr>
          <w:rFonts w:ascii="Tahoma" w:hAnsi="Tahoma" w:cs="Tahoma"/>
          <w:b/>
          <w:bCs/>
          <w:sz w:val="20"/>
          <w:szCs w:val="20"/>
        </w:rPr>
      </w:pPr>
      <w:r w:rsidRPr="00B235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2354B" w:rsidRPr="00B2354B" w:rsidRDefault="00B2354B" w:rsidP="00B2354B">
      <w:pPr>
        <w:rPr>
          <w:rFonts w:ascii="Tahoma" w:hAnsi="Tahoma" w:cs="Tahoma"/>
          <w:sz w:val="20"/>
          <w:szCs w:val="20"/>
        </w:rPr>
      </w:pPr>
      <w:r w:rsidRPr="00B2354B">
        <w:rPr>
          <w:rFonts w:ascii="Tahoma" w:hAnsi="Tahoma" w:cs="Tahoma"/>
          <w:sz w:val="20"/>
          <w:szCs w:val="20"/>
        </w:rPr>
        <w:t>Rada města po projednání</w:t>
      </w:r>
    </w:p>
    <w:p w:rsidR="00B2354B" w:rsidRPr="00B2354B" w:rsidRDefault="00B2354B" w:rsidP="00B2354B">
      <w:pPr>
        <w:rPr>
          <w:rFonts w:ascii="Tahoma" w:hAnsi="Tahoma" w:cs="Tahoma"/>
          <w:sz w:val="20"/>
          <w:szCs w:val="20"/>
        </w:rPr>
      </w:pPr>
    </w:p>
    <w:p w:rsidR="00B2354B" w:rsidRPr="00B2354B" w:rsidRDefault="00B2354B" w:rsidP="00B2354B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B2354B">
        <w:rPr>
          <w:rFonts w:ascii="Tahoma" w:hAnsi="Tahoma" w:cs="Tahoma"/>
          <w:b/>
          <w:bCs/>
          <w:sz w:val="20"/>
          <w:szCs w:val="20"/>
          <w:u w:val="single"/>
        </w:rPr>
        <w:t>I. Souhlasí</w:t>
      </w:r>
    </w:p>
    <w:p w:rsidR="00B2354B" w:rsidRPr="00B2354B" w:rsidRDefault="00B2354B" w:rsidP="00B2354B">
      <w:pPr>
        <w:jc w:val="both"/>
        <w:rPr>
          <w:rFonts w:ascii="Tahoma" w:hAnsi="Tahoma" w:cs="Tahoma"/>
          <w:sz w:val="20"/>
          <w:szCs w:val="20"/>
        </w:rPr>
      </w:pPr>
      <w:r w:rsidRPr="00B2354B">
        <w:rPr>
          <w:rFonts w:ascii="Tahoma" w:hAnsi="Tahoma" w:cs="Tahoma"/>
          <w:sz w:val="20"/>
          <w:szCs w:val="20"/>
        </w:rPr>
        <w:t>s povolením výjimky z počtu dětí ve třídách mateřské školy pro školní r. 2020/2021 v MŠ Strakonice, Lidická 625 ve 3. třídě na 27 dětí a v 1., ve 2. a ve 4. třídě na 28 dětí za předpokladu, že zvýšení počtu dětí nebude na újmu kvalitě vzdělávací činnosti školy a při splnění podmínek bezpečnosti a ochrany zdraví.</w:t>
      </w:r>
    </w:p>
    <w:p w:rsidR="00B2354B" w:rsidRPr="00B2354B" w:rsidRDefault="00B2354B" w:rsidP="00B2354B"/>
    <w:p w:rsidR="009E26DB" w:rsidRDefault="009E26DB" w:rsidP="00B2354B">
      <w:pPr>
        <w:pStyle w:val="Nadpis2"/>
        <w:ind w:left="360"/>
        <w:jc w:val="both"/>
        <w:rPr>
          <w:rFonts w:ascii="Tahoma" w:hAnsi="Tahoma" w:cs="Tahoma"/>
          <w:sz w:val="20"/>
          <w:szCs w:val="20"/>
        </w:rPr>
      </w:pPr>
    </w:p>
    <w:p w:rsidR="00D23A79" w:rsidRDefault="00D23A79" w:rsidP="00D23A79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Objednávky odboru školství a cestovního ruchu za období prosinec 2020 – leden 2021</w:t>
      </w:r>
    </w:p>
    <w:p w:rsidR="00D23A79" w:rsidRPr="00C02D06" w:rsidRDefault="00D23A79" w:rsidP="00D23A79">
      <w:pPr>
        <w:rPr>
          <w:rFonts w:ascii="Tahoma" w:hAnsi="Tahoma" w:cs="Tahoma"/>
        </w:rPr>
      </w:pPr>
    </w:p>
    <w:p w:rsidR="00D23A79" w:rsidRPr="00C02D06" w:rsidRDefault="00D23A79" w:rsidP="00D23A79">
      <w:pPr>
        <w:rPr>
          <w:rFonts w:ascii="Tahoma" w:hAnsi="Tahoma" w:cs="Tahoma"/>
          <w:b/>
          <w:bCs/>
          <w:sz w:val="20"/>
          <w:szCs w:val="20"/>
        </w:rPr>
      </w:pPr>
      <w:r w:rsidRPr="00C02D0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23A79" w:rsidRPr="00C02D06" w:rsidRDefault="00D23A79" w:rsidP="00D23A79">
      <w:pPr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>RM po projednání</w:t>
      </w:r>
      <w:r>
        <w:rPr>
          <w:rFonts w:ascii="Tahoma" w:hAnsi="Tahoma" w:cs="Tahoma"/>
          <w:sz w:val="20"/>
          <w:szCs w:val="20"/>
        </w:rPr>
        <w:t>:</w:t>
      </w:r>
    </w:p>
    <w:p w:rsidR="00D23A79" w:rsidRPr="00C02D06" w:rsidRDefault="00D23A79" w:rsidP="00D23A79">
      <w:pPr>
        <w:rPr>
          <w:rFonts w:ascii="Tahoma" w:hAnsi="Tahoma" w:cs="Tahoma"/>
          <w:sz w:val="20"/>
          <w:szCs w:val="20"/>
        </w:rPr>
      </w:pPr>
    </w:p>
    <w:p w:rsidR="00D23A79" w:rsidRPr="00C02D06" w:rsidRDefault="00D23A79" w:rsidP="00D23A79">
      <w:pPr>
        <w:pStyle w:val="Nadpis3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>I. Bere na vědomí</w:t>
      </w:r>
    </w:p>
    <w:p w:rsidR="00D23A79" w:rsidRPr="00C02D06" w:rsidRDefault="00D23A79" w:rsidP="00D23A79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</w:t>
      </w:r>
      <w:r w:rsidRPr="00C02D06">
        <w:rPr>
          <w:rFonts w:ascii="Tahoma" w:hAnsi="Tahoma" w:cs="Tahoma"/>
          <w:sz w:val="20"/>
        </w:rPr>
        <w:t>řehled objednávek vystavených odborem školství a cestovního ruchu za období</w:t>
      </w:r>
      <w:r>
        <w:rPr>
          <w:rFonts w:ascii="Tahoma" w:hAnsi="Tahoma" w:cs="Tahoma"/>
          <w:sz w:val="20"/>
        </w:rPr>
        <w:t xml:space="preserve"> 1. 12. 2020 – 31. 1. 2021</w:t>
      </w:r>
      <w:r w:rsidRPr="00C02D06">
        <w:rPr>
          <w:rFonts w:ascii="Tahoma" w:hAnsi="Tahoma" w:cs="Tahoma"/>
          <w:sz w:val="20"/>
        </w:rPr>
        <w:t xml:space="preserve">. </w:t>
      </w:r>
    </w:p>
    <w:p w:rsidR="00D23A79" w:rsidRPr="00C02D06" w:rsidRDefault="00D23A79" w:rsidP="00D23A79">
      <w:pPr>
        <w:rPr>
          <w:rFonts w:ascii="Tahoma" w:hAnsi="Tahoma" w:cs="Tahoma"/>
        </w:rPr>
      </w:pPr>
    </w:p>
    <w:p w:rsidR="00D23A79" w:rsidRPr="00D23A79" w:rsidRDefault="00D23A79" w:rsidP="00D23A79">
      <w:bookmarkStart w:id="0" w:name="_GoBack"/>
      <w:bookmarkEnd w:id="0"/>
    </w:p>
    <w:sectPr w:rsidR="00D23A79" w:rsidRPr="00D23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99F" w:rsidRDefault="00BA099F" w:rsidP="00BA099F">
      <w:r>
        <w:separator/>
      </w:r>
    </w:p>
  </w:endnote>
  <w:endnote w:type="continuationSeparator" w:id="0">
    <w:p w:rsidR="00BA099F" w:rsidRDefault="00BA099F" w:rsidP="00BA0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99F" w:rsidRDefault="00BA099F" w:rsidP="00BA099F">
      <w:r>
        <w:separator/>
      </w:r>
    </w:p>
  </w:footnote>
  <w:footnote w:type="continuationSeparator" w:id="0">
    <w:p w:rsidR="00BA099F" w:rsidRDefault="00BA099F" w:rsidP="00BA0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75"/>
    <w:rsid w:val="0002468E"/>
    <w:rsid w:val="00053C5A"/>
    <w:rsid w:val="00077160"/>
    <w:rsid w:val="00103330"/>
    <w:rsid w:val="00231CAD"/>
    <w:rsid w:val="003C78C2"/>
    <w:rsid w:val="003D7520"/>
    <w:rsid w:val="003F258B"/>
    <w:rsid w:val="0055252F"/>
    <w:rsid w:val="00573F75"/>
    <w:rsid w:val="005B73DA"/>
    <w:rsid w:val="005D4F54"/>
    <w:rsid w:val="005D5AB4"/>
    <w:rsid w:val="005E0400"/>
    <w:rsid w:val="00744CE8"/>
    <w:rsid w:val="00811999"/>
    <w:rsid w:val="00873D22"/>
    <w:rsid w:val="008E6A45"/>
    <w:rsid w:val="00953C96"/>
    <w:rsid w:val="009E26DB"/>
    <w:rsid w:val="009F4B04"/>
    <w:rsid w:val="00A1674B"/>
    <w:rsid w:val="00A432F0"/>
    <w:rsid w:val="00B21534"/>
    <w:rsid w:val="00B2354B"/>
    <w:rsid w:val="00BA099F"/>
    <w:rsid w:val="00BF7E67"/>
    <w:rsid w:val="00D00AC3"/>
    <w:rsid w:val="00D23A79"/>
    <w:rsid w:val="00E33562"/>
    <w:rsid w:val="00E64084"/>
    <w:rsid w:val="00EA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EAFA50"/>
  <w15:chartTrackingRefBased/>
  <w15:docId w15:val="{9253482B-6CAC-4723-A090-C27CC28E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09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099F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A09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A099F"/>
    <w:rPr>
      <w:sz w:val="24"/>
      <w:szCs w:val="24"/>
    </w:rPr>
  </w:style>
  <w:style w:type="paragraph" w:styleId="Zkladntext">
    <w:name w:val="Body Text"/>
    <w:basedOn w:val="Normln"/>
    <w:link w:val="ZkladntextChar"/>
    <w:semiHidden/>
    <w:rsid w:val="00873D22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873D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BF8F1-6B0C-4228-8344-744D6211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22</TotalTime>
  <Pages>2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Radmila Brušáková</cp:lastModifiedBy>
  <cp:revision>6</cp:revision>
  <cp:lastPrinted>1899-12-31T23:00:00Z</cp:lastPrinted>
  <dcterms:created xsi:type="dcterms:W3CDTF">2021-02-02T08:32:00Z</dcterms:created>
  <dcterms:modified xsi:type="dcterms:W3CDTF">2021-02-04T07:57:00Z</dcterms:modified>
</cp:coreProperties>
</file>